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4F" w:rsidRPr="00550F62" w:rsidRDefault="0014784F" w:rsidP="008522D7">
      <w:pPr>
        <w:jc w:val="center"/>
        <w:rPr>
          <w:rFonts w:ascii="Arial" w:hAnsi="Arial" w:cs="Arial"/>
          <w:b/>
        </w:rPr>
      </w:pPr>
      <w:r w:rsidRPr="00550F62">
        <w:rPr>
          <w:rFonts w:ascii="Arial" w:hAnsi="Arial" w:cs="Arial"/>
          <w:b/>
        </w:rPr>
        <w:t>Character Impersonation Speech</w:t>
      </w:r>
    </w:p>
    <w:p w:rsidR="0014784F" w:rsidRPr="00550F62" w:rsidRDefault="0014784F" w:rsidP="008522D7">
      <w:pPr>
        <w:jc w:val="center"/>
        <w:rPr>
          <w:rFonts w:ascii="Arial" w:hAnsi="Arial" w:cs="Arial"/>
        </w:rPr>
      </w:pPr>
    </w:p>
    <w:p w:rsidR="0014784F" w:rsidRPr="00550F62" w:rsidRDefault="0014784F" w:rsidP="008522D7">
      <w:pPr>
        <w:rPr>
          <w:rFonts w:ascii="Arial" w:hAnsi="Arial" w:cs="Arial"/>
        </w:rPr>
      </w:pPr>
      <w:r w:rsidRPr="00550F62">
        <w:rPr>
          <w:rFonts w:ascii="Arial" w:hAnsi="Arial" w:cs="Arial"/>
        </w:rPr>
        <w:t>This speech has two different parts: The speech and the press conference.</w:t>
      </w:r>
    </w:p>
    <w:p w:rsidR="0014784F" w:rsidRPr="00550F62" w:rsidRDefault="0014784F" w:rsidP="008522D7">
      <w:pPr>
        <w:rPr>
          <w:rFonts w:ascii="Arial" w:hAnsi="Arial" w:cs="Arial"/>
        </w:rPr>
      </w:pPr>
    </w:p>
    <w:p w:rsidR="0014784F" w:rsidRPr="00550F62" w:rsidRDefault="0014784F" w:rsidP="008522D7">
      <w:pPr>
        <w:rPr>
          <w:rFonts w:ascii="Arial" w:hAnsi="Arial" w:cs="Arial"/>
          <w:b/>
        </w:rPr>
      </w:pPr>
      <w:r w:rsidRPr="00550F62">
        <w:rPr>
          <w:rFonts w:ascii="Arial" w:hAnsi="Arial" w:cs="Arial"/>
          <w:b/>
        </w:rPr>
        <w:t>THE SPEECH</w:t>
      </w:r>
    </w:p>
    <w:p w:rsidR="0014784F" w:rsidRPr="00550F62" w:rsidRDefault="0014784F" w:rsidP="008522D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50F62">
        <w:rPr>
          <w:rFonts w:ascii="Arial" w:hAnsi="Arial" w:cs="Arial"/>
        </w:rPr>
        <w:t>3-5 minutes</w:t>
      </w:r>
    </w:p>
    <w:p w:rsidR="0014784F" w:rsidRPr="00550F62" w:rsidRDefault="0014784F" w:rsidP="008522D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50F62">
        <w:rPr>
          <w:rFonts w:ascii="Arial" w:hAnsi="Arial" w:cs="Arial"/>
        </w:rPr>
        <w:t>Speak about something that would be of interest to your character</w:t>
      </w:r>
    </w:p>
    <w:p w:rsidR="0014784F" w:rsidRPr="00550F62" w:rsidRDefault="0014784F" w:rsidP="008522D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50F62">
        <w:rPr>
          <w:rFonts w:ascii="Arial" w:hAnsi="Arial" w:cs="Arial"/>
        </w:rPr>
        <w:t xml:space="preserve">You may choose </w:t>
      </w:r>
    </w:p>
    <w:p w:rsidR="0014784F" w:rsidRPr="00550F62" w:rsidRDefault="0014784F" w:rsidP="008522D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550F62">
        <w:rPr>
          <w:rFonts w:ascii="Arial" w:hAnsi="Arial" w:cs="Arial"/>
        </w:rPr>
        <w:t>a well know person (dead or alive)</w:t>
      </w:r>
    </w:p>
    <w:p w:rsidR="0014784F" w:rsidRPr="00550F62" w:rsidRDefault="0014784F" w:rsidP="008522D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550F62">
        <w:rPr>
          <w:rFonts w:ascii="Arial" w:hAnsi="Arial" w:cs="Arial"/>
        </w:rPr>
        <w:t>a fictional character</w:t>
      </w:r>
    </w:p>
    <w:p w:rsidR="0014784F" w:rsidRPr="00550F62" w:rsidRDefault="0014784F" w:rsidP="008522D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550F62">
        <w:rPr>
          <w:rFonts w:ascii="Arial" w:hAnsi="Arial" w:cs="Arial"/>
        </w:rPr>
        <w:t xml:space="preserve">something like the Statue of Liberty </w:t>
      </w:r>
    </w:p>
    <w:p w:rsidR="0014784F" w:rsidRPr="00550F62" w:rsidRDefault="0014784F" w:rsidP="008522D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550F62">
        <w:rPr>
          <w:rFonts w:ascii="Arial" w:hAnsi="Arial" w:cs="Arial"/>
        </w:rPr>
        <w:t>the character you choose must have a positive influence on the world</w:t>
      </w:r>
    </w:p>
    <w:p w:rsidR="0014784F" w:rsidRPr="00550F62" w:rsidRDefault="0014784F" w:rsidP="008522D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50F62">
        <w:rPr>
          <w:rFonts w:ascii="Arial" w:hAnsi="Arial" w:cs="Arial"/>
        </w:rPr>
        <w:t>You need to impersonate this person as well as you can. This includes DRESSING like your character.</w:t>
      </w:r>
    </w:p>
    <w:p w:rsidR="0014784F" w:rsidRPr="00550F62" w:rsidRDefault="0014784F" w:rsidP="008522D7">
      <w:pPr>
        <w:rPr>
          <w:rFonts w:ascii="Arial" w:hAnsi="Arial" w:cs="Arial"/>
        </w:rPr>
      </w:pPr>
    </w:p>
    <w:p w:rsidR="0014784F" w:rsidRPr="00550F62" w:rsidRDefault="0014784F" w:rsidP="008522D7">
      <w:pPr>
        <w:rPr>
          <w:rFonts w:ascii="Arial" w:hAnsi="Arial" w:cs="Arial"/>
          <w:b/>
        </w:rPr>
      </w:pPr>
      <w:r w:rsidRPr="00550F62">
        <w:rPr>
          <w:rFonts w:ascii="Arial" w:hAnsi="Arial" w:cs="Arial"/>
          <w:b/>
        </w:rPr>
        <w:t>THE PRESS CONFERENCE</w:t>
      </w:r>
    </w:p>
    <w:p w:rsidR="0014784F" w:rsidRPr="00550F62" w:rsidRDefault="0014784F" w:rsidP="008522D7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F62">
        <w:rPr>
          <w:rFonts w:ascii="Arial" w:hAnsi="Arial" w:cs="Arial"/>
        </w:rPr>
        <w:t>3-5 minutes</w:t>
      </w:r>
    </w:p>
    <w:p w:rsidR="0014784F" w:rsidRPr="00550F62" w:rsidRDefault="0014784F" w:rsidP="008522D7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F62">
        <w:rPr>
          <w:rFonts w:ascii="Arial" w:hAnsi="Arial" w:cs="Arial"/>
        </w:rPr>
        <w:t>The class will ask you questions about your personal and/or professional life.</w:t>
      </w:r>
    </w:p>
    <w:p w:rsidR="0014784F" w:rsidRPr="00550F62" w:rsidRDefault="0014784F" w:rsidP="008522D7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F62">
        <w:rPr>
          <w:rFonts w:ascii="Arial" w:hAnsi="Arial" w:cs="Arial"/>
        </w:rPr>
        <w:t>You need to be prepared to answer any questions – even if you didn’t talk about it in your speech.</w:t>
      </w:r>
    </w:p>
    <w:p w:rsidR="0014784F" w:rsidRPr="00550F62" w:rsidRDefault="0014784F" w:rsidP="008522D7">
      <w:pPr>
        <w:rPr>
          <w:rFonts w:ascii="Arial" w:hAnsi="Arial" w:cs="Arial"/>
        </w:rPr>
      </w:pPr>
    </w:p>
    <w:p w:rsidR="0014784F" w:rsidRPr="00550F62" w:rsidRDefault="0014784F" w:rsidP="008522D7">
      <w:pPr>
        <w:rPr>
          <w:rFonts w:ascii="Arial" w:hAnsi="Arial" w:cs="Arial"/>
          <w:b/>
        </w:rPr>
      </w:pPr>
      <w:r w:rsidRPr="00550F62">
        <w:rPr>
          <w:rFonts w:ascii="Arial" w:hAnsi="Arial" w:cs="Arial"/>
          <w:b/>
        </w:rPr>
        <w:t>PREPARATION TIME:</w:t>
      </w:r>
    </w:p>
    <w:p w:rsidR="0014784F" w:rsidRDefault="0014784F" w:rsidP="00550F62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550F62">
        <w:rPr>
          <w:rFonts w:ascii="Arial" w:hAnsi="Arial" w:cs="Arial"/>
        </w:rPr>
        <w:t>1-2 days in Computer Lab.</w:t>
      </w:r>
    </w:p>
    <w:p w:rsidR="0014784F" w:rsidRDefault="0014784F" w:rsidP="00550F62">
      <w:pPr>
        <w:rPr>
          <w:rFonts w:ascii="Arial" w:hAnsi="Arial" w:cs="Arial"/>
        </w:rPr>
      </w:pPr>
    </w:p>
    <w:p w:rsidR="0014784F" w:rsidRDefault="0014784F" w:rsidP="00550F6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SPEECHES BEGIN</w:t>
      </w:r>
      <w:bookmarkStart w:id="0" w:name="_GoBack"/>
      <w:bookmarkEnd w:id="0"/>
      <w:r>
        <w:rPr>
          <w:rFonts w:ascii="Arial" w:hAnsi="Arial" w:cs="Arial"/>
          <w:b/>
        </w:rPr>
        <w:t>:</w:t>
      </w:r>
    </w:p>
    <w:p w:rsidR="0014784F" w:rsidRPr="00550F62" w:rsidRDefault="0014784F" w:rsidP="00550F62">
      <w:pPr>
        <w:pStyle w:val="ListParagraph"/>
        <w:numPr>
          <w:ilvl w:val="0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Monday, October 24</w:t>
      </w:r>
    </w:p>
    <w:p w:rsidR="0014784F" w:rsidRDefault="0014784F" w:rsidP="00550F62">
      <w:pPr>
        <w:rPr>
          <w:rFonts w:ascii="Arial" w:hAnsi="Arial" w:cs="Arial"/>
          <w:b/>
        </w:rPr>
      </w:pPr>
    </w:p>
    <w:p w:rsidR="0014784F" w:rsidRPr="00550F62" w:rsidRDefault="0014784F" w:rsidP="00550F6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POINTS POSSIBLE:  80 points</w:t>
      </w:r>
    </w:p>
    <w:p w:rsidR="0014784F" w:rsidRPr="008522D7" w:rsidRDefault="0014784F" w:rsidP="008522D7">
      <w:pPr>
        <w:pStyle w:val="ListParagraph"/>
      </w:pPr>
    </w:p>
    <w:p w:rsidR="0014784F" w:rsidRPr="008522D7" w:rsidRDefault="0014784F" w:rsidP="008522D7">
      <w:pPr>
        <w:rPr>
          <w:b/>
        </w:rPr>
      </w:pPr>
    </w:p>
    <w:p w:rsidR="0014784F" w:rsidRPr="008522D7" w:rsidRDefault="0014784F" w:rsidP="008522D7">
      <w:pPr>
        <w:pStyle w:val="ListParagraph"/>
      </w:pPr>
    </w:p>
    <w:p w:rsidR="0014784F" w:rsidRDefault="0014784F" w:rsidP="008522D7"/>
    <w:p w:rsidR="0014784F" w:rsidRDefault="0014784F" w:rsidP="008522D7"/>
    <w:sectPr w:rsidR="0014784F" w:rsidSect="009E6F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0572"/>
    <w:multiLevelType w:val="hybridMultilevel"/>
    <w:tmpl w:val="21D68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A29D0"/>
    <w:multiLevelType w:val="hybridMultilevel"/>
    <w:tmpl w:val="D318C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82F17"/>
    <w:multiLevelType w:val="hybridMultilevel"/>
    <w:tmpl w:val="87D0A9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17A44"/>
    <w:multiLevelType w:val="hybridMultilevel"/>
    <w:tmpl w:val="BBA2C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6B7AE7"/>
    <w:multiLevelType w:val="hybridMultilevel"/>
    <w:tmpl w:val="98604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4F3C49"/>
    <w:multiLevelType w:val="hybridMultilevel"/>
    <w:tmpl w:val="E8E2BD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BF335D"/>
    <w:multiLevelType w:val="hybridMultilevel"/>
    <w:tmpl w:val="820A30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D6568"/>
    <w:multiLevelType w:val="hybridMultilevel"/>
    <w:tmpl w:val="342CD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FE3A2F"/>
    <w:multiLevelType w:val="hybridMultilevel"/>
    <w:tmpl w:val="B21C8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2D7"/>
    <w:rsid w:val="0014784F"/>
    <w:rsid w:val="00550F62"/>
    <w:rsid w:val="005A3B90"/>
    <w:rsid w:val="008522D7"/>
    <w:rsid w:val="009E6FB4"/>
    <w:rsid w:val="00AE3838"/>
    <w:rsid w:val="00C81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83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522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119</Words>
  <Characters>684</Characters>
  <Application>Microsoft Office Outlook</Application>
  <DocSecurity>0</DocSecurity>
  <Lines>0</Lines>
  <Paragraphs>0</Paragraphs>
  <ScaleCrop>false</ScaleCrop>
  <Company>Thurston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Impersonation Speech</dc:title>
  <dc:subject/>
  <dc:creator>Kara Clayton</dc:creator>
  <cp:keywords/>
  <dc:description/>
  <cp:lastModifiedBy>Kara Clayton</cp:lastModifiedBy>
  <cp:revision>2</cp:revision>
  <dcterms:created xsi:type="dcterms:W3CDTF">2011-10-19T15:57:00Z</dcterms:created>
  <dcterms:modified xsi:type="dcterms:W3CDTF">2011-10-19T15:57:00Z</dcterms:modified>
</cp:coreProperties>
</file>